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23469D" w:rsidRPr="00E51A43">
        <w:rPr>
          <w:rFonts w:cs="Arial"/>
          <w:b/>
        </w:rPr>
        <w:t>3</w:t>
      </w:r>
      <w:r w:rsidR="005F3903">
        <w:rPr>
          <w:rFonts w:cs="Arial"/>
          <w:b/>
        </w:rPr>
        <w:t>9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5F3903">
        <w:rPr>
          <w:rFonts w:cs="Arial"/>
          <w:b/>
        </w:rPr>
        <w:t>03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5F3903">
        <w:rPr>
          <w:rFonts w:cs="Arial"/>
          <w:b/>
        </w:rPr>
        <w:t>2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335C78" w:rsidRPr="00E51A43">
        <w:rPr>
          <w:rFonts w:cs="Arial"/>
          <w:b/>
          <w:bCs/>
        </w:rPr>
        <w:t>ar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651E46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651E46">
      <w:pPr>
        <w:spacing w:before="120"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651E46">
      <w:pPr>
        <w:spacing w:after="120" w:line="324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CA4592" w:rsidRPr="00E51A43" w:rsidRDefault="00FE18AA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Ato Solene </w:t>
      </w:r>
      <w:r w:rsidR="009505BB">
        <w:rPr>
          <w:rFonts w:eastAsia="Calibri" w:cs="Arial"/>
        </w:rPr>
        <w:t xml:space="preserve">conjunto </w:t>
      </w:r>
      <w:r w:rsidR="005D10CF">
        <w:rPr>
          <w:rFonts w:eastAsia="Calibri" w:cs="Arial"/>
        </w:rPr>
        <w:t xml:space="preserve">de </w:t>
      </w:r>
      <w:r w:rsidR="005F3903">
        <w:rPr>
          <w:rFonts w:eastAsia="Calibri" w:cs="Arial"/>
        </w:rPr>
        <w:t xml:space="preserve">outorga do “Diploma de </w:t>
      </w:r>
      <w:r w:rsidR="005F3903" w:rsidRPr="005F3903">
        <w:rPr>
          <w:rFonts w:eastAsia="Calibri" w:cs="Arial"/>
        </w:rPr>
        <w:t>Policial Destaque do Ano</w:t>
      </w:r>
      <w:r w:rsidR="005F3903">
        <w:rPr>
          <w:rFonts w:eastAsia="Calibri" w:cs="Arial"/>
        </w:rPr>
        <w:t>”,</w:t>
      </w:r>
      <w:r w:rsidR="005F3903" w:rsidRPr="005F3903">
        <w:rPr>
          <w:rFonts w:eastAsia="Calibri" w:cs="Arial"/>
        </w:rPr>
        <w:t xml:space="preserve"> </w:t>
      </w:r>
      <w:r w:rsidR="009505BB">
        <w:rPr>
          <w:rFonts w:eastAsia="Calibri" w:cs="Arial"/>
        </w:rPr>
        <w:t>nos termos do Decreto Legislativo nº 3</w:t>
      </w:r>
      <w:r w:rsidR="005F3903">
        <w:rPr>
          <w:rFonts w:eastAsia="Calibri" w:cs="Arial"/>
        </w:rPr>
        <w:t>02/</w:t>
      </w:r>
      <w:r w:rsidR="009505BB">
        <w:rPr>
          <w:rFonts w:eastAsia="Calibri" w:cs="Arial"/>
        </w:rPr>
        <w:t>20</w:t>
      </w:r>
      <w:r w:rsidR="005F3903">
        <w:rPr>
          <w:rFonts w:eastAsia="Calibri" w:cs="Arial"/>
        </w:rPr>
        <w:t>10</w:t>
      </w:r>
      <w:r w:rsidR="009505BB">
        <w:rPr>
          <w:rFonts w:eastAsia="Calibri" w:cs="Arial"/>
        </w:rPr>
        <w:t xml:space="preserve">, e </w:t>
      </w:r>
      <w:r w:rsidR="005F3903">
        <w:rPr>
          <w:rFonts w:eastAsia="Calibri" w:cs="Arial"/>
        </w:rPr>
        <w:t xml:space="preserve">de </w:t>
      </w:r>
      <w:r w:rsidR="005D10CF">
        <w:rPr>
          <w:rFonts w:eastAsia="Calibri" w:cs="Arial"/>
        </w:rPr>
        <w:t>entrega d</w:t>
      </w:r>
      <w:r w:rsidR="005F3903">
        <w:rPr>
          <w:rFonts w:eastAsia="Calibri" w:cs="Arial"/>
        </w:rPr>
        <w:t xml:space="preserve">a </w:t>
      </w:r>
      <w:r w:rsidR="005F3903" w:rsidRPr="005F3903">
        <w:rPr>
          <w:rFonts w:eastAsia="Calibri" w:cs="Arial"/>
        </w:rPr>
        <w:t>"Láurea de Mérito Profissional"</w:t>
      </w:r>
      <w:r w:rsidR="00335C78" w:rsidRPr="00E51A43">
        <w:rPr>
          <w:rFonts w:eastAsia="Calibri" w:cs="Arial"/>
        </w:rPr>
        <w:t xml:space="preserve">, </w:t>
      </w:r>
      <w:r w:rsidR="004D6DA8">
        <w:rPr>
          <w:rFonts w:eastAsia="Calibri" w:cs="Arial"/>
        </w:rPr>
        <w:t>em conformidade com o Decreto Legislativo nº 3</w:t>
      </w:r>
      <w:r w:rsidR="005F3903">
        <w:rPr>
          <w:rFonts w:eastAsia="Calibri" w:cs="Arial"/>
        </w:rPr>
        <w:t>1</w:t>
      </w:r>
      <w:r w:rsidR="004D6DA8">
        <w:rPr>
          <w:rFonts w:eastAsia="Calibri" w:cs="Arial"/>
        </w:rPr>
        <w:t>8</w:t>
      </w:r>
      <w:r w:rsidR="005F3903">
        <w:rPr>
          <w:rFonts w:eastAsia="Calibri" w:cs="Arial"/>
        </w:rPr>
        <w:t>/</w:t>
      </w:r>
      <w:r w:rsidR="004D6DA8">
        <w:rPr>
          <w:rFonts w:eastAsia="Calibri" w:cs="Arial"/>
        </w:rPr>
        <w:t>/201</w:t>
      </w:r>
      <w:r w:rsidR="005F3903">
        <w:rPr>
          <w:rFonts w:eastAsia="Calibri" w:cs="Arial"/>
        </w:rPr>
        <w:t>1</w:t>
      </w:r>
      <w:r w:rsidR="00CA4592" w:rsidRPr="00E51A43">
        <w:rPr>
          <w:rFonts w:eastAsia="Calibri" w:cs="Arial"/>
        </w:rPr>
        <w:t>;</w:t>
      </w:r>
    </w:p>
    <w:p w:rsidR="004A3F5A" w:rsidRPr="00E51A43" w:rsidRDefault="00E5705F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651E46">
      <w:pPr>
        <w:numPr>
          <w:ilvl w:val="0"/>
          <w:numId w:val="14"/>
        </w:numPr>
        <w:spacing w:after="120" w:line="324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286EBC">
      <w:pPr>
        <w:numPr>
          <w:ilvl w:val="0"/>
          <w:numId w:val="16"/>
        </w:numPr>
        <w:pBdr>
          <w:top w:val="single" w:sz="4" w:space="1" w:color="auto"/>
        </w:pBdr>
        <w:spacing w:after="12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CF77D2" w:rsidRPr="00E51A43" w:rsidRDefault="00CF77D2" w:rsidP="00286EBC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 w:rsidR="009B0F39">
        <w:rPr>
          <w:rFonts w:cs="Arial"/>
          <w:b/>
          <w:color w:val="000000"/>
          <w:u w:val="single"/>
        </w:rPr>
        <w:t>1</w:t>
      </w:r>
      <w:r w:rsidR="00651E46">
        <w:rPr>
          <w:rFonts w:cs="Arial"/>
          <w:b/>
          <w:color w:val="000000"/>
          <w:u w:val="single"/>
        </w:rPr>
        <w:t>15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 w:rsidR="00651E46">
        <w:rPr>
          <w:rFonts w:cs="Arial"/>
          <w:b/>
          <w:color w:val="000000"/>
          <w:u w:val="single"/>
        </w:rPr>
        <w:t xml:space="preserve"> - com Substitutivo</w:t>
      </w:r>
    </w:p>
    <w:p w:rsidR="008422EA" w:rsidRP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9B0F39" w:rsidRPr="00E51A43">
        <w:rPr>
          <w:rFonts w:cs="Arial"/>
          <w:color w:val="000000"/>
        </w:rPr>
        <w:t>Vereador</w:t>
      </w:r>
      <w:r w:rsidR="00651E46">
        <w:rPr>
          <w:rFonts w:cs="Arial"/>
          <w:color w:val="000000"/>
        </w:rPr>
        <w:t>es</w:t>
      </w:r>
      <w:r w:rsidR="009B0F39" w:rsidRPr="00E51A43">
        <w:rPr>
          <w:rFonts w:cs="Arial"/>
          <w:color w:val="000000"/>
        </w:rPr>
        <w:t xml:space="preserve"> </w:t>
      </w:r>
      <w:r w:rsidR="00651E46" w:rsidRPr="00651E46">
        <w:rPr>
          <w:rFonts w:cs="Arial"/>
          <w:color w:val="000000"/>
        </w:rPr>
        <w:t>Maria Amélia e Siufarne do Cidade Salvador</w:t>
      </w:r>
      <w:r w:rsidRPr="008422EA">
        <w:rPr>
          <w:rFonts w:cs="Arial"/>
          <w:color w:val="000000"/>
        </w:rPr>
        <w:t>.</w:t>
      </w:r>
    </w:p>
    <w:p w:rsidR="008422EA" w:rsidRDefault="008422EA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 xml:space="preserve">Declara de utilidade pública a Obra Religiosa e Social Missão </w:t>
      </w:r>
      <w:proofErr w:type="spellStart"/>
      <w:r w:rsidR="00651E46" w:rsidRPr="00651E46">
        <w:rPr>
          <w:rFonts w:cs="Arial"/>
          <w:color w:val="000000"/>
        </w:rPr>
        <w:t>Kairós</w:t>
      </w:r>
      <w:proofErr w:type="spellEnd"/>
      <w:r w:rsidR="00651E46" w:rsidRPr="00651E46">
        <w:rPr>
          <w:rFonts w:cs="Arial"/>
          <w:color w:val="000000"/>
        </w:rPr>
        <w:t>.</w:t>
      </w:r>
    </w:p>
    <w:p w:rsidR="00E4215A" w:rsidRDefault="00E4215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51E46" w:rsidRDefault="00651E46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B0F39" w:rsidRPr="00E51A43" w:rsidRDefault="009B0F39" w:rsidP="00651E46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 w:rsidR="00651E46" w:rsidRPr="00651E46">
        <w:rPr>
          <w:rFonts w:cs="Arial"/>
          <w:b/>
          <w:color w:val="000000"/>
          <w:u w:val="single"/>
        </w:rPr>
        <w:t>PJCE nº 1/2025 - Processo de Julgamento de Contas do Executivo</w:t>
      </w:r>
    </w:p>
    <w:p w:rsidR="009B0F39" w:rsidRPr="008422EA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Tribunal de Contas do Estado de São Paulo</w:t>
      </w:r>
      <w:r w:rsidRPr="008422EA">
        <w:rPr>
          <w:rFonts w:cs="Arial"/>
          <w:color w:val="000000"/>
        </w:rPr>
        <w:t>.</w:t>
      </w:r>
    </w:p>
    <w:p w:rsidR="009B0F39" w:rsidRDefault="009B0F39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Julgamento das Contas do exercício de 2022 da Prefeitura Municipal de Jacareí, mediante apreciação do parecer prévio favorável do TCESP.</w:t>
      </w:r>
    </w:p>
    <w:p w:rsidR="00C352B9" w:rsidRDefault="00C352B9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F7CAA" w:rsidRDefault="009F7CA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F7CAA" w:rsidRPr="00E51A43" w:rsidRDefault="009F7CAA" w:rsidP="009F7CAA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Pr="00E51A43">
        <w:rPr>
          <w:rFonts w:cs="Arial"/>
          <w:b/>
          <w:color w:val="000000"/>
          <w:u w:val="single"/>
        </w:rPr>
        <w:t>iscussão do PL</w:t>
      </w:r>
      <w:r>
        <w:rPr>
          <w:rFonts w:cs="Arial"/>
          <w:b/>
          <w:color w:val="000000"/>
          <w:u w:val="single"/>
        </w:rPr>
        <w:t>C</w:t>
      </w:r>
      <w:r w:rsidRPr="00E51A43">
        <w:rPr>
          <w:rFonts w:cs="Arial"/>
          <w:b/>
          <w:color w:val="000000"/>
          <w:u w:val="single"/>
        </w:rPr>
        <w:t xml:space="preserve">L nº </w:t>
      </w:r>
      <w:r>
        <w:rPr>
          <w:rFonts w:cs="Arial"/>
          <w:b/>
          <w:color w:val="000000"/>
          <w:u w:val="single"/>
        </w:rPr>
        <w:t>1</w:t>
      </w:r>
      <w:r w:rsidRPr="00E51A43">
        <w:rPr>
          <w:rFonts w:cs="Arial"/>
          <w:b/>
          <w:color w:val="000000"/>
          <w:u w:val="single"/>
        </w:rPr>
        <w:t xml:space="preserve">/2025 - Projeto de Lei </w:t>
      </w:r>
      <w:r>
        <w:rPr>
          <w:rFonts w:cs="Arial"/>
          <w:b/>
          <w:color w:val="000000"/>
          <w:u w:val="single"/>
        </w:rPr>
        <w:t xml:space="preserve">Complementar </w:t>
      </w:r>
      <w:r w:rsidRPr="00E51A43">
        <w:rPr>
          <w:rFonts w:cs="Arial"/>
          <w:b/>
          <w:color w:val="000000"/>
          <w:u w:val="single"/>
        </w:rPr>
        <w:t>do Legislativo</w:t>
      </w:r>
    </w:p>
    <w:p w:rsidR="009F7CAA" w:rsidRPr="008422EA" w:rsidRDefault="009F7CAA" w:rsidP="009F7CA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>Vereador</w:t>
      </w:r>
      <w:r>
        <w:rPr>
          <w:rFonts w:cs="Arial"/>
          <w:color w:val="000000"/>
        </w:rPr>
        <w:t xml:space="preserve"> Valmir do Parque Meia Lua</w:t>
      </w:r>
      <w:r w:rsidRPr="008422EA">
        <w:rPr>
          <w:rFonts w:cs="Arial"/>
          <w:color w:val="000000"/>
        </w:rPr>
        <w:t>.</w:t>
      </w:r>
    </w:p>
    <w:p w:rsidR="009F7CAA" w:rsidRDefault="009F7CAA" w:rsidP="009F7CA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9F7CAA">
        <w:rPr>
          <w:rFonts w:cs="Arial"/>
          <w:color w:val="000000"/>
        </w:rPr>
        <w:t>Altera o § 3° do artigo 43 da Lei Complementar nº 68, de 17 de dezembro de 2008, que dispõe sobre o Código de Normas, Posturas e Instalações Municipais, relativamente à aplicação de multa quando do descarte irregular de resíduos em vias ou áreas públicas do Município.</w:t>
      </w:r>
    </w:p>
    <w:p w:rsidR="009F7CAA" w:rsidRDefault="009F7CA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F7CAA" w:rsidRDefault="009F7CAA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51E46" w:rsidRDefault="00651E46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Pr="00E51A43" w:rsidRDefault="00776657" w:rsidP="00776657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9</w:t>
      </w:r>
      <w:r>
        <w:rPr>
          <w:rFonts w:cs="Arial"/>
          <w:b/>
          <w:color w:val="000000"/>
          <w:u w:val="single"/>
        </w:rPr>
        <w:t>1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</w:t>
      </w:r>
    </w:p>
    <w:p w:rsidR="00776657" w:rsidRPr="008422EA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lastRenderedPageBreak/>
        <w:t>Autoria</w:t>
      </w:r>
      <w:r w:rsidRPr="008422EA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>Vereador</w:t>
      </w:r>
      <w:r>
        <w:rPr>
          <w:rFonts w:cs="Arial"/>
          <w:color w:val="000000"/>
        </w:rPr>
        <w:t>es</w:t>
      </w:r>
      <w:r w:rsidRPr="00E51A43">
        <w:rPr>
          <w:rFonts w:cs="Arial"/>
          <w:color w:val="000000"/>
        </w:rPr>
        <w:t xml:space="preserve"> </w:t>
      </w:r>
      <w:r w:rsidRPr="00776657">
        <w:rPr>
          <w:rFonts w:cs="Arial"/>
          <w:color w:val="000000"/>
        </w:rPr>
        <w:t>Paulinho dos Condutores</w:t>
      </w:r>
      <w:r>
        <w:rPr>
          <w:rFonts w:cs="Arial"/>
          <w:color w:val="000000"/>
        </w:rPr>
        <w:t xml:space="preserve">, </w:t>
      </w:r>
      <w:proofErr w:type="spellStart"/>
      <w:r>
        <w:rPr>
          <w:rFonts w:cs="Arial"/>
          <w:color w:val="000000"/>
        </w:rPr>
        <w:t>Juex</w:t>
      </w:r>
      <w:proofErr w:type="spellEnd"/>
      <w:r>
        <w:rPr>
          <w:rFonts w:cs="Arial"/>
          <w:color w:val="000000"/>
        </w:rPr>
        <w:t xml:space="preserve"> Almeida e Hernani Barreto</w:t>
      </w:r>
      <w:r w:rsidRPr="008422EA">
        <w:rPr>
          <w:rFonts w:cs="Arial"/>
          <w:color w:val="000000"/>
        </w:rPr>
        <w:t>.</w:t>
      </w:r>
    </w:p>
    <w:p w:rsidR="00776657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776657">
        <w:rPr>
          <w:rFonts w:cs="Arial"/>
          <w:color w:val="000000"/>
        </w:rPr>
        <w:t>Estabelece princípios e diretrizes para a implementação e o uso de inteligência artificial no âmbito da Administração Pública Municipal Direta e Indireta.</w:t>
      </w: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Pr="00E51A43" w:rsidRDefault="00776657" w:rsidP="00776657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PLL nº </w:t>
      </w:r>
      <w:r>
        <w:rPr>
          <w:rFonts w:cs="Arial"/>
          <w:b/>
          <w:color w:val="000000"/>
          <w:u w:val="single"/>
        </w:rPr>
        <w:t>1</w:t>
      </w:r>
      <w:r>
        <w:rPr>
          <w:rFonts w:cs="Arial"/>
          <w:b/>
          <w:color w:val="000000"/>
          <w:u w:val="single"/>
        </w:rPr>
        <w:t>31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776657" w:rsidRPr="008422EA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 xml:space="preserve">: </w:t>
      </w:r>
      <w:r w:rsidRPr="00E51A43">
        <w:rPr>
          <w:rFonts w:cs="Arial"/>
          <w:color w:val="000000"/>
        </w:rPr>
        <w:t xml:space="preserve">Vereador </w:t>
      </w:r>
      <w:r w:rsidRPr="00776657">
        <w:rPr>
          <w:rFonts w:cs="Arial"/>
          <w:color w:val="000000"/>
        </w:rPr>
        <w:t>Paulinho dos Condutores</w:t>
      </w:r>
      <w:r w:rsidRPr="008422EA">
        <w:rPr>
          <w:rFonts w:cs="Arial"/>
          <w:color w:val="000000"/>
        </w:rPr>
        <w:t>.</w:t>
      </w:r>
    </w:p>
    <w:p w:rsidR="00776657" w:rsidRDefault="00776657" w:rsidP="00776657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 xml:space="preserve">: </w:t>
      </w:r>
      <w:r w:rsidRPr="00776657">
        <w:rPr>
          <w:rFonts w:cs="Arial"/>
          <w:color w:val="000000"/>
        </w:rPr>
        <w:t>Dispõe sobre a garantia de matrícula de irmãos na mesma uni</w:t>
      </w:r>
      <w:bookmarkStart w:id="0" w:name="_GoBack"/>
      <w:bookmarkEnd w:id="0"/>
      <w:r w:rsidRPr="00776657">
        <w:rPr>
          <w:rFonts w:cs="Arial"/>
          <w:color w:val="000000"/>
        </w:rPr>
        <w:t>dade escolar da rede pública municipal de ensino e dá outras providências.</w:t>
      </w: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76657" w:rsidRDefault="00776657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24E94" w:rsidRPr="00E10809" w:rsidRDefault="00651E46" w:rsidP="00651E46">
      <w:pPr>
        <w:numPr>
          <w:ilvl w:val="0"/>
          <w:numId w:val="17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="00D24E94" w:rsidRPr="00E10809">
        <w:rPr>
          <w:rFonts w:cs="Arial"/>
          <w:b/>
          <w:color w:val="000000"/>
          <w:u w:val="single"/>
        </w:rPr>
        <w:t xml:space="preserve">iscussão do </w:t>
      </w:r>
      <w:r w:rsidRPr="00651E46">
        <w:rPr>
          <w:rFonts w:cs="Arial"/>
          <w:b/>
          <w:color w:val="000000"/>
          <w:u w:val="single"/>
        </w:rPr>
        <w:t>PLE nº 37/2025 - Projeto de Lei do Executivo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Prefeito Municipal Celso Florêncio de Souza</w:t>
      </w:r>
      <w:r w:rsidRPr="00E10809">
        <w:rPr>
          <w:rFonts w:cs="Arial"/>
          <w:color w:val="000000"/>
        </w:rPr>
        <w:t>.</w:t>
      </w:r>
    </w:p>
    <w:p w:rsidR="00D24E94" w:rsidRPr="00E10809" w:rsidRDefault="00D24E94" w:rsidP="0028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651E46" w:rsidRPr="00651E46">
        <w:rPr>
          <w:rFonts w:cs="Arial"/>
          <w:color w:val="000000"/>
        </w:rPr>
        <w:t>Estima a receita e fixa a despesa do Município de Jacareí para o exercício de 2026.</w:t>
      </w:r>
    </w:p>
    <w:p w:rsidR="00D24E94" w:rsidRDefault="00D24E94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51E46" w:rsidRPr="00651E46" w:rsidRDefault="00651E46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74305" w:rsidRDefault="00174305" w:rsidP="00286EB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7968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CF7C3A" w:rsidRPr="00E51A43" w:rsidRDefault="008642F6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DB2DED" w:rsidRPr="00E51A43" w:rsidRDefault="00DB2DE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  <w:proofErr w:type="gramStart"/>
      <w:r w:rsidR="00651E46" w:rsidRPr="00E51A43">
        <w:rPr>
          <w:rFonts w:cs="Arial"/>
        </w:rPr>
        <w:tab/>
        <w:t>(</w:t>
      </w:r>
      <w:proofErr w:type="gramEnd"/>
      <w:r w:rsidR="00651E46" w:rsidRPr="00E51A43">
        <w:rPr>
          <w:rFonts w:cs="Arial"/>
        </w:rPr>
        <w:t>LEITURA DA BÍBLIA)</w:t>
      </w:r>
    </w:p>
    <w:p w:rsidR="00CF7C3A" w:rsidRPr="00E51A43" w:rsidRDefault="00CF7C3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</w:p>
    <w:p w:rsidR="0023469D" w:rsidRPr="00E51A43" w:rsidRDefault="0023469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Default="009E5141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p w:rsidR="003D19CA" w:rsidRDefault="003D19CA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</w:p>
    <w:p w:rsidR="00C352B9" w:rsidRDefault="00C352B9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</w:p>
    <w:p w:rsidR="00166836" w:rsidRDefault="00166836" w:rsidP="0079684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</w:p>
    <w:p w:rsidR="00651E46" w:rsidRPr="00E51A43" w:rsidRDefault="00651E46" w:rsidP="00651E4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</w:p>
    <w:p w:rsidR="00E51A43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40180" w:rsidRDefault="00440180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252982" w:rsidRPr="00286EBC" w:rsidRDefault="0025298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Pr="00796842" w:rsidRDefault="004D0EC6" w:rsidP="00AC7674">
      <w:pPr>
        <w:jc w:val="right"/>
        <w:rPr>
          <w:rFonts w:cs="Arial"/>
        </w:rPr>
      </w:pPr>
      <w:r w:rsidRPr="00796842">
        <w:rPr>
          <w:rFonts w:cs="Arial"/>
        </w:rPr>
        <w:t xml:space="preserve">Câmara Municipal de Jacareí, </w:t>
      </w:r>
      <w:r w:rsidR="00651E46">
        <w:rPr>
          <w:rFonts w:cs="Arial"/>
        </w:rPr>
        <w:t>28</w:t>
      </w:r>
      <w:r w:rsidR="00BD6A93" w:rsidRPr="00796842">
        <w:rPr>
          <w:rFonts w:cs="Arial"/>
        </w:rPr>
        <w:t xml:space="preserve"> </w:t>
      </w:r>
      <w:r w:rsidR="00E0540A" w:rsidRPr="00796842">
        <w:rPr>
          <w:rFonts w:cs="Arial"/>
        </w:rPr>
        <w:t xml:space="preserve">de </w:t>
      </w:r>
      <w:r w:rsidR="003D19CA" w:rsidRPr="00796842">
        <w:rPr>
          <w:rFonts w:cs="Arial"/>
        </w:rPr>
        <w:t>novem</w:t>
      </w:r>
      <w:r w:rsidR="008642F6" w:rsidRPr="00796842">
        <w:rPr>
          <w:rFonts w:cs="Arial"/>
        </w:rPr>
        <w:t>bro</w:t>
      </w:r>
      <w:r w:rsidR="00745CB0" w:rsidRPr="00796842">
        <w:rPr>
          <w:rFonts w:cs="Arial"/>
        </w:rPr>
        <w:t xml:space="preserve"> </w:t>
      </w:r>
      <w:r w:rsidRPr="00796842">
        <w:rPr>
          <w:rFonts w:cs="Arial"/>
        </w:rPr>
        <w:t>de 202</w:t>
      </w:r>
      <w:r w:rsidR="005C6437" w:rsidRPr="00796842">
        <w:rPr>
          <w:rFonts w:cs="Arial"/>
        </w:rPr>
        <w:t>5</w:t>
      </w:r>
      <w:r w:rsidRPr="00796842">
        <w:rPr>
          <w:rFonts w:cs="Arial"/>
        </w:rPr>
        <w:t>.</w:t>
      </w: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86EBC" w:rsidRDefault="00286EBC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96842" w:rsidRDefault="0079684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796842" w:rsidRDefault="00EF7A2A" w:rsidP="001F49FB">
      <w:pPr>
        <w:jc w:val="right"/>
        <w:rPr>
          <w:rFonts w:cs="Arial"/>
          <w:b/>
        </w:rPr>
      </w:pPr>
      <w:r w:rsidRPr="00796842">
        <w:rPr>
          <w:rFonts w:cs="Arial"/>
          <w:b/>
        </w:rPr>
        <w:t>Felipe Santos de Lima</w:t>
      </w:r>
    </w:p>
    <w:p w:rsidR="00C251DE" w:rsidRPr="00796842" w:rsidRDefault="004D0EC6" w:rsidP="001F49FB">
      <w:pPr>
        <w:jc w:val="right"/>
        <w:rPr>
          <w:rFonts w:cs="Arial"/>
        </w:rPr>
      </w:pPr>
      <w:r w:rsidRPr="00796842">
        <w:rPr>
          <w:rFonts w:cs="Arial"/>
        </w:rPr>
        <w:t>Secretário-Diretor Legislativo</w:t>
      </w:r>
    </w:p>
    <w:sectPr w:rsidR="00C251DE" w:rsidRPr="00796842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36" w:rsidRDefault="00504D36">
      <w:r>
        <w:separator/>
      </w:r>
    </w:p>
  </w:endnote>
  <w:endnote w:type="continuationSeparator" w:id="0">
    <w:p w:rsidR="00504D36" w:rsidRDefault="0050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36" w:rsidRDefault="00504D36">
      <w:r>
        <w:separator/>
      </w:r>
    </w:p>
  </w:footnote>
  <w:footnote w:type="continuationSeparator" w:id="0">
    <w:p w:rsidR="00504D36" w:rsidRDefault="00504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651E46">
      <w:rPr>
        <w:rFonts w:cs="Arial"/>
        <w:b/>
        <w:sz w:val="20"/>
        <w:szCs w:val="20"/>
        <w:u w:val="single"/>
      </w:rPr>
      <w:t>9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51E46">
      <w:rPr>
        <w:rFonts w:cs="Arial"/>
        <w:b/>
        <w:sz w:val="20"/>
        <w:szCs w:val="20"/>
        <w:u w:val="single"/>
      </w:rPr>
      <w:t>03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651E46">
      <w:rPr>
        <w:rFonts w:cs="Arial"/>
        <w:b/>
        <w:sz w:val="20"/>
        <w:szCs w:val="20"/>
        <w:u w:val="single"/>
      </w:rPr>
      <w:t>2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77665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776657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DC1"/>
    <w:rsid w:val="00117FC8"/>
    <w:rsid w:val="001207AD"/>
    <w:rsid w:val="00120A34"/>
    <w:rsid w:val="00120A97"/>
    <w:rsid w:val="00120BB9"/>
    <w:rsid w:val="00120E2B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6836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30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2A6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3AD7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23E"/>
    <w:rsid w:val="00242C67"/>
    <w:rsid w:val="0024433E"/>
    <w:rsid w:val="00244F98"/>
    <w:rsid w:val="002468D1"/>
    <w:rsid w:val="00246F39"/>
    <w:rsid w:val="00251C88"/>
    <w:rsid w:val="00252157"/>
    <w:rsid w:val="00252982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86EBC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0F16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4AFB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555E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9CA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073A6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1709"/>
    <w:rsid w:val="00433650"/>
    <w:rsid w:val="004339CD"/>
    <w:rsid w:val="00433B9A"/>
    <w:rsid w:val="00434A1E"/>
    <w:rsid w:val="00435204"/>
    <w:rsid w:val="00435A68"/>
    <w:rsid w:val="004373CF"/>
    <w:rsid w:val="00440180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DA8"/>
    <w:rsid w:val="004D6EE8"/>
    <w:rsid w:val="004E166D"/>
    <w:rsid w:val="004E1A0C"/>
    <w:rsid w:val="004E1CD8"/>
    <w:rsid w:val="004E2262"/>
    <w:rsid w:val="004E2EFD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034"/>
    <w:rsid w:val="00504BB4"/>
    <w:rsid w:val="00504D36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930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0CF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3ADE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3903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46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2E8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657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5A7D"/>
    <w:rsid w:val="007967CF"/>
    <w:rsid w:val="00796842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9DD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2EA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1E39"/>
    <w:rsid w:val="0093288D"/>
    <w:rsid w:val="0093363E"/>
    <w:rsid w:val="009341FB"/>
    <w:rsid w:val="009343CC"/>
    <w:rsid w:val="009346B0"/>
    <w:rsid w:val="00934786"/>
    <w:rsid w:val="0093510B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5BB"/>
    <w:rsid w:val="00950FA5"/>
    <w:rsid w:val="00951682"/>
    <w:rsid w:val="0095209D"/>
    <w:rsid w:val="009528C7"/>
    <w:rsid w:val="0095388E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088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1273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0F39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1F03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CAA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730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352B9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CF7CCB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4E94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588F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080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15A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6ABC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2AC6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383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657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8E20C-C88C-4B8E-A2A7-3E959C9F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248</TotalTime>
  <Pages>2</Pages>
  <Words>461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52</cp:revision>
  <cp:lastPrinted>2025-11-05T20:40:00Z</cp:lastPrinted>
  <dcterms:created xsi:type="dcterms:W3CDTF">2025-10-17T16:51:00Z</dcterms:created>
  <dcterms:modified xsi:type="dcterms:W3CDTF">2025-11-28T12:55:00Z</dcterms:modified>
</cp:coreProperties>
</file>